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6B3" w:rsidRDefault="008526B3" w:rsidP="00B55713">
      <w:pPr>
        <w:spacing w:line="24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F137A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59.75pt;height:108pt;visibility:visible">
            <v:imagedata r:id="rId7" o:title=""/>
          </v:shape>
        </w:pict>
      </w:r>
    </w:p>
    <w:p w:rsidR="008526B3" w:rsidRDefault="008526B3" w:rsidP="00A41B16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26B3" w:rsidRDefault="008526B3" w:rsidP="00B557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Планируемые результаты внеурочной деятельности</w:t>
      </w:r>
    </w:p>
    <w:p w:rsidR="008526B3" w:rsidRPr="00312B4C" w:rsidRDefault="008526B3" w:rsidP="00B557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«Тропинка к своему «Я»</w:t>
      </w:r>
    </w:p>
    <w:p w:rsidR="008526B3" w:rsidRDefault="008526B3" w:rsidP="00312B4C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8526B3" w:rsidRPr="00312B4C" w:rsidRDefault="008526B3" w:rsidP="00312B4C">
      <w:pPr>
        <w:spacing w:after="0" w:line="240" w:lineRule="auto"/>
        <w:jc w:val="both"/>
        <w:rPr>
          <w:rFonts w:ascii="Times New Roman" w:hAnsi="Times New Roman"/>
          <w:b/>
          <w:color w:val="0070C0"/>
          <w:sz w:val="28"/>
          <w:szCs w:val="28"/>
        </w:rPr>
      </w:pPr>
      <w:r w:rsidRPr="00312B4C">
        <w:rPr>
          <w:rFonts w:ascii="Times New Roman" w:hAnsi="Times New Roman"/>
          <w:b/>
          <w:color w:val="000000"/>
          <w:sz w:val="28"/>
          <w:szCs w:val="28"/>
        </w:rPr>
        <w:t>Предполагаемые результаты реализации программы</w:t>
      </w:r>
    </w:p>
    <w:p w:rsidR="008526B3" w:rsidRPr="00312B4C" w:rsidRDefault="008526B3" w:rsidP="00312B4C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Результаты внеурочной деятельности:</w:t>
      </w:r>
    </w:p>
    <w:p w:rsidR="008526B3" w:rsidRPr="00312B4C" w:rsidRDefault="008526B3" w:rsidP="00312B4C">
      <w:pPr>
        <w:tabs>
          <w:tab w:val="left" w:pos="2336"/>
        </w:tabs>
        <w:spacing w:before="60" w:after="40" w:line="240" w:lineRule="auto"/>
        <w:jc w:val="both"/>
        <w:rPr>
          <w:rFonts w:ascii="Times New Roman" w:hAnsi="Times New Roman"/>
          <w:spacing w:val="-4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–</w:t>
      </w:r>
      <w:r w:rsidRPr="00312B4C">
        <w:rPr>
          <w:rFonts w:ascii="Times New Roman" w:hAnsi="Times New Roman"/>
          <w:spacing w:val="-4"/>
          <w:sz w:val="28"/>
          <w:szCs w:val="28"/>
          <w:lang w:eastAsia="ru-RU"/>
        </w:rPr>
        <w:t>приобретение школьником социальных знаний, понимания социальной реальности и повседневной жизни</w:t>
      </w:r>
    </w:p>
    <w:p w:rsidR="008526B3" w:rsidRPr="00312B4C" w:rsidRDefault="008526B3" w:rsidP="00312B4C">
      <w:pPr>
        <w:tabs>
          <w:tab w:val="left" w:pos="2336"/>
        </w:tabs>
        <w:spacing w:before="60" w:after="4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–</w:t>
      </w:r>
      <w:r w:rsidRPr="00312B4C">
        <w:rPr>
          <w:rFonts w:ascii="Times New Roman" w:hAnsi="Times New Roman"/>
          <w:spacing w:val="-4"/>
          <w:sz w:val="28"/>
          <w:szCs w:val="28"/>
          <w:lang w:eastAsia="ru-RU"/>
        </w:rPr>
        <w:t>формирование позитивного отношения школьника к базовым ценностям нашего общества и к социальной реальности в целом.</w:t>
      </w:r>
    </w:p>
    <w:p w:rsidR="008526B3" w:rsidRPr="00312B4C" w:rsidRDefault="008526B3" w:rsidP="00312B4C">
      <w:pPr>
        <w:spacing w:after="80" w:line="240" w:lineRule="auto"/>
        <w:ind w:right="45"/>
        <w:jc w:val="both"/>
        <w:rPr>
          <w:rFonts w:ascii="Times New Roman" w:hAnsi="Times New Roman"/>
          <w:spacing w:val="4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–</w:t>
      </w:r>
      <w:r w:rsidRPr="00312B4C">
        <w:rPr>
          <w:rFonts w:ascii="Times New Roman" w:hAnsi="Times New Roman"/>
          <w:spacing w:val="4"/>
          <w:sz w:val="28"/>
          <w:szCs w:val="28"/>
          <w:lang w:eastAsia="ru-RU"/>
        </w:rPr>
        <w:t>приобретение школьником опыта самостоятельного социального действия.</w:t>
      </w:r>
    </w:p>
    <w:p w:rsidR="008526B3" w:rsidRPr="00312B4C" w:rsidRDefault="008526B3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В результате изучения данного курса на ступени начального общего образования у выпускников будут сформированы личностные, познавательные  и  коммуникативные  универсальные учебные действия как основа умения учиться.</w:t>
      </w:r>
    </w:p>
    <w:p w:rsidR="008526B3" w:rsidRPr="00312B4C" w:rsidRDefault="008526B3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В  сфере личностных универсальных учебных действий будут сформированы внутренняя позиция обучающегося, адекватная мотивация учебной деятельности, включая учебные и познавательные мотивы, ориентация на моральные нормы и их выполнение, способность к моральной децентрации.</w:t>
      </w:r>
    </w:p>
    <w:p w:rsidR="008526B3" w:rsidRPr="00312B4C" w:rsidRDefault="008526B3" w:rsidP="00312B4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В  сфере познавательных универсальных учебных  действий  выпускники научатся воспринимать и анализировать сообщения, тексты, овладеют действием моделирования, а также широким спектром логических действий и операций.</w:t>
      </w:r>
    </w:p>
    <w:p w:rsidR="008526B3" w:rsidRPr="00312B4C" w:rsidRDefault="008526B3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В  сфере коммуникативных универсальных учебных действий выпускники приобретут умения учитывать позицию собеседника (партнёра), организовывать и осуществлять сотрудничество и кооперацию с учителем и сверстниками, адекватно воспринимать и передавать информацию, отображать предметное содержание и условия деятельности в сообщениях, важнейшими компонентами которых являются тексты.</w:t>
      </w:r>
    </w:p>
    <w:p w:rsidR="008526B3" w:rsidRPr="00312B4C" w:rsidRDefault="008526B3" w:rsidP="00A41B16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312B4C">
        <w:rPr>
          <w:rFonts w:ascii="Times New Roman" w:hAnsi="Times New Roman"/>
          <w:b/>
          <w:i/>
          <w:sz w:val="28"/>
          <w:szCs w:val="28"/>
          <w:lang w:eastAsia="ru-RU"/>
        </w:rPr>
        <w:t>Личностные универсальные учебные действия</w:t>
      </w:r>
    </w:p>
    <w:p w:rsidR="008526B3" w:rsidRPr="00312B4C" w:rsidRDefault="008526B3" w:rsidP="00312B4C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312B4C">
        <w:rPr>
          <w:rFonts w:ascii="Times New Roman" w:hAnsi="Times New Roman"/>
          <w:i/>
          <w:sz w:val="28"/>
          <w:szCs w:val="28"/>
          <w:lang w:eastAsia="ru-RU"/>
        </w:rPr>
        <w:t>У выпускника будут сформированы:</w:t>
      </w:r>
    </w:p>
    <w:p w:rsidR="008526B3" w:rsidRPr="00312B4C" w:rsidRDefault="008526B3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</w:t>
      </w:r>
    </w:p>
    <w:p w:rsidR="008526B3" w:rsidRPr="00312B4C" w:rsidRDefault="008526B3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широкая мотивационная основа учебной деятельности, включающая социальные, учебно-познавательные и внешние мотивы;</w:t>
      </w:r>
    </w:p>
    <w:p w:rsidR="008526B3" w:rsidRPr="00312B4C" w:rsidRDefault="008526B3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учебно-познавательный интерес к новому учебному материалу и способам решения новой задачи;</w:t>
      </w:r>
    </w:p>
    <w:p w:rsidR="008526B3" w:rsidRPr="00312B4C" w:rsidRDefault="008526B3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предложений и  оценок учителей, товарищей, родителей и других людей;</w:t>
      </w:r>
    </w:p>
    <w:p w:rsidR="008526B3" w:rsidRPr="00312B4C" w:rsidRDefault="008526B3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способность к самооценке на основе критериев успешности учебной деятельности;</w:t>
      </w:r>
    </w:p>
    <w:p w:rsidR="008526B3" w:rsidRPr="00312B4C" w:rsidRDefault="008526B3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ориентация в нравственном содержании и смысле как собственных поступков, так и поступков окружающих людей;</w:t>
      </w:r>
    </w:p>
    <w:p w:rsidR="008526B3" w:rsidRPr="00312B4C" w:rsidRDefault="008526B3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знание основных моральных норм и ориентация на их выполнение, дифференциация моральных и конвенциональных норм;</w:t>
      </w:r>
    </w:p>
    <w:p w:rsidR="008526B3" w:rsidRPr="00312B4C" w:rsidRDefault="008526B3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развитие этических чувств — стыда, вины, совести как регуляторов морального поведения;</w:t>
      </w:r>
    </w:p>
    <w:p w:rsidR="008526B3" w:rsidRPr="00312B4C" w:rsidRDefault="008526B3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эмпатия как понимание чувств других людей и сопереживание им;</w:t>
      </w:r>
    </w:p>
    <w:p w:rsidR="008526B3" w:rsidRPr="00312B4C" w:rsidRDefault="008526B3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установка на здоровый образ жизни;</w:t>
      </w:r>
    </w:p>
    <w:p w:rsidR="008526B3" w:rsidRPr="00312B4C" w:rsidRDefault="008526B3" w:rsidP="00312B4C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312B4C">
        <w:rPr>
          <w:rFonts w:ascii="Times New Roman" w:hAnsi="Times New Roman"/>
          <w:i/>
          <w:sz w:val="28"/>
          <w:szCs w:val="28"/>
          <w:lang w:eastAsia="ru-RU"/>
        </w:rPr>
        <w:t>Выпускник получит возможность для формирования:</w:t>
      </w:r>
    </w:p>
    <w:p w:rsidR="008526B3" w:rsidRPr="00312B4C" w:rsidRDefault="008526B3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внутренней позиции обучающегося на уровне положительного отношения к образовательному учреждению, понимания необходимости учения, выраженного в преобладании учебно-познавательных мотивов и предпочтении социального способа оценки знаний;</w:t>
      </w:r>
    </w:p>
    <w:p w:rsidR="008526B3" w:rsidRPr="00312B4C" w:rsidRDefault="008526B3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 выраженной устойчивой учебно-познавательной мотивации учения;</w:t>
      </w:r>
    </w:p>
    <w:p w:rsidR="008526B3" w:rsidRPr="00312B4C" w:rsidRDefault="008526B3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устойчивого учебно-познавательного интереса к новым общим способам решения задач;</w:t>
      </w:r>
    </w:p>
    <w:p w:rsidR="008526B3" w:rsidRPr="00312B4C" w:rsidRDefault="008526B3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адекватного понимания причин успешности/неуспешности учебной деятельности;</w:t>
      </w:r>
    </w:p>
    <w:p w:rsidR="008526B3" w:rsidRPr="00312B4C" w:rsidRDefault="008526B3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положительной адекватной дифференцированной самооценки на основе критерия успешности реализации социальной роли «хорошего ученика»;</w:t>
      </w:r>
    </w:p>
    <w:p w:rsidR="008526B3" w:rsidRPr="00312B4C" w:rsidRDefault="008526B3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компетентности в реализации основ гражданской идентичности в поступках и деятельности;</w:t>
      </w:r>
    </w:p>
    <w:p w:rsidR="008526B3" w:rsidRPr="00312B4C" w:rsidRDefault="008526B3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8526B3" w:rsidRPr="00312B4C" w:rsidRDefault="008526B3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установки на здоровый образ жизни и реализации её в реальном поведении и поступках;</w:t>
      </w:r>
    </w:p>
    <w:p w:rsidR="008526B3" w:rsidRPr="00312B4C" w:rsidRDefault="008526B3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эмпатии как осознанного понимания чувств других людей и сопереживания им, выражающихся в поступках, направленных на помощь и обеспечение благополучия.</w:t>
      </w:r>
    </w:p>
    <w:p w:rsidR="008526B3" w:rsidRPr="00312B4C" w:rsidRDefault="008526B3" w:rsidP="00A41B16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312B4C">
        <w:rPr>
          <w:rFonts w:ascii="Times New Roman" w:hAnsi="Times New Roman"/>
          <w:b/>
          <w:i/>
          <w:sz w:val="28"/>
          <w:szCs w:val="28"/>
          <w:lang w:eastAsia="ru-RU"/>
        </w:rPr>
        <w:t>Познавательные универсальные учебные действия</w:t>
      </w:r>
    </w:p>
    <w:p w:rsidR="008526B3" w:rsidRPr="00312B4C" w:rsidRDefault="008526B3" w:rsidP="00312B4C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312B4C">
        <w:rPr>
          <w:rFonts w:ascii="Times New Roman" w:hAnsi="Times New Roman"/>
          <w:i/>
          <w:sz w:val="28"/>
          <w:szCs w:val="28"/>
          <w:lang w:eastAsia="ru-RU"/>
        </w:rPr>
        <w:t>Ученик научится:</w:t>
      </w:r>
    </w:p>
    <w:p w:rsidR="008526B3" w:rsidRPr="00312B4C" w:rsidRDefault="008526B3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Интернета;</w:t>
      </w:r>
    </w:p>
    <w:p w:rsidR="008526B3" w:rsidRPr="00312B4C" w:rsidRDefault="008526B3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строить сообщения в устной и письменной форме;</w:t>
      </w:r>
    </w:p>
    <w:p w:rsidR="008526B3" w:rsidRPr="00312B4C" w:rsidRDefault="008526B3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строить рассуждения в форме связи простых суждений об объекте, его строении, свойствах и связях;</w:t>
      </w:r>
    </w:p>
    <w:p w:rsidR="008526B3" w:rsidRPr="00312B4C" w:rsidRDefault="008526B3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обобщать, т. е. осуществлять генерализацию и выведение общности для целого ряда или класса единичных объектов на основе выделения сущностной связи;</w:t>
      </w:r>
    </w:p>
    <w:p w:rsidR="008526B3" w:rsidRPr="00312B4C" w:rsidRDefault="008526B3" w:rsidP="00312B4C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312B4C">
        <w:rPr>
          <w:rFonts w:ascii="Times New Roman" w:hAnsi="Times New Roman"/>
          <w:i/>
          <w:sz w:val="28"/>
          <w:szCs w:val="28"/>
          <w:lang w:eastAsia="ru-RU"/>
        </w:rPr>
        <w:t>Ученик получит возможность научиться:</w:t>
      </w:r>
    </w:p>
    <w:p w:rsidR="008526B3" w:rsidRPr="00312B4C" w:rsidRDefault="008526B3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осуществлять расширенный поиск информации с использованием ресурсов библиотек и сети Интернет.</w:t>
      </w:r>
    </w:p>
    <w:p w:rsidR="008526B3" w:rsidRPr="00312B4C" w:rsidRDefault="008526B3" w:rsidP="00A41B16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312B4C">
        <w:rPr>
          <w:rFonts w:ascii="Times New Roman" w:hAnsi="Times New Roman"/>
          <w:b/>
          <w:i/>
          <w:sz w:val="28"/>
          <w:szCs w:val="28"/>
          <w:lang w:eastAsia="ru-RU"/>
        </w:rPr>
        <w:t>Коммуникативные универсальные учебные действия</w:t>
      </w:r>
    </w:p>
    <w:p w:rsidR="008526B3" w:rsidRPr="00312B4C" w:rsidRDefault="008526B3" w:rsidP="00312B4C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312B4C">
        <w:rPr>
          <w:rFonts w:ascii="Times New Roman" w:hAnsi="Times New Roman"/>
          <w:i/>
          <w:sz w:val="28"/>
          <w:szCs w:val="28"/>
          <w:lang w:eastAsia="ru-RU"/>
        </w:rPr>
        <w:t>Ученик  научится:</w:t>
      </w:r>
    </w:p>
    <w:p w:rsidR="008526B3" w:rsidRPr="00312B4C" w:rsidRDefault="008526B3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адекватно использовать коммуникативные, прежде всего речевые, средства для решения различных коммуникативных задач;</w:t>
      </w:r>
    </w:p>
    <w:p w:rsidR="008526B3" w:rsidRPr="00312B4C" w:rsidRDefault="008526B3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8526B3" w:rsidRPr="00312B4C" w:rsidRDefault="008526B3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учитывать разные мнения и стремиться к координации различных позиций в сотрудничестве;</w:t>
      </w:r>
    </w:p>
    <w:p w:rsidR="008526B3" w:rsidRPr="00312B4C" w:rsidRDefault="008526B3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формулировать собственное мнение и позицию;</w:t>
      </w:r>
    </w:p>
    <w:p w:rsidR="008526B3" w:rsidRPr="00312B4C" w:rsidRDefault="008526B3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договариваться и приходить к общему решению в совместной деятельности, в том числе в ситуации столкновения интересов;</w:t>
      </w:r>
    </w:p>
    <w:p w:rsidR="008526B3" w:rsidRPr="00312B4C" w:rsidRDefault="008526B3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строить понятные для партнёра высказывания, учитывающие, что партнёр знает и видит, а что нет;</w:t>
      </w:r>
    </w:p>
    <w:p w:rsidR="008526B3" w:rsidRPr="00312B4C" w:rsidRDefault="008526B3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задавать вопросы;</w:t>
      </w:r>
    </w:p>
    <w:p w:rsidR="008526B3" w:rsidRPr="00312B4C" w:rsidRDefault="008526B3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контролировать действия партнёра.</w:t>
      </w:r>
    </w:p>
    <w:p w:rsidR="008526B3" w:rsidRPr="00312B4C" w:rsidRDefault="008526B3" w:rsidP="00312B4C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312B4C">
        <w:rPr>
          <w:rFonts w:ascii="Times New Roman" w:hAnsi="Times New Roman"/>
          <w:i/>
          <w:sz w:val="28"/>
          <w:szCs w:val="28"/>
          <w:lang w:eastAsia="ru-RU"/>
        </w:rPr>
        <w:t>Ученик получит возможность научиться:</w:t>
      </w:r>
    </w:p>
    <w:p w:rsidR="008526B3" w:rsidRPr="00312B4C" w:rsidRDefault="008526B3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учитывать и координировать в сотрудничестве позиции других людей, отличные от собственной;</w:t>
      </w:r>
    </w:p>
    <w:p w:rsidR="008526B3" w:rsidRPr="00312B4C" w:rsidRDefault="008526B3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учитывать разные мнения и интересы и обосновывать собственную позицию;</w:t>
      </w:r>
    </w:p>
    <w:p w:rsidR="008526B3" w:rsidRPr="00312B4C" w:rsidRDefault="008526B3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понимать относительность мнений и подходов к решению проблемы;</w:t>
      </w:r>
    </w:p>
    <w:p w:rsidR="008526B3" w:rsidRPr="00312B4C" w:rsidRDefault="008526B3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8526B3" w:rsidRPr="00312B4C" w:rsidRDefault="008526B3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продуктивно содействовать разрешению конфликтов на основе учёта интересов и позиций всех участников;</w:t>
      </w:r>
    </w:p>
    <w:p w:rsidR="008526B3" w:rsidRPr="00312B4C" w:rsidRDefault="008526B3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8526B3" w:rsidRPr="00312B4C" w:rsidRDefault="008526B3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задавать вопросы, необходимые для организации собственной деятельности и сотрудничества с партнёром;</w:t>
      </w:r>
    </w:p>
    <w:p w:rsidR="008526B3" w:rsidRPr="00312B4C" w:rsidRDefault="008526B3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осуществлять взаимный контроль и оказывать в сотрудничестве необходимую взаимопомощь;</w:t>
      </w:r>
    </w:p>
    <w:p w:rsidR="008526B3" w:rsidRDefault="008526B3" w:rsidP="00312B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• адекватно использовать речевые средства для эффективного решения разнообразных коммуникативных задач.</w:t>
      </w:r>
    </w:p>
    <w:p w:rsidR="008526B3" w:rsidRDefault="008526B3" w:rsidP="00897AC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26B3" w:rsidRPr="00897AC3" w:rsidRDefault="008526B3" w:rsidP="00897AC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97AC3">
        <w:rPr>
          <w:rFonts w:ascii="Times New Roman" w:hAnsi="Times New Roman"/>
          <w:b/>
          <w:sz w:val="28"/>
          <w:szCs w:val="28"/>
          <w:lang w:eastAsia="ru-RU"/>
        </w:rPr>
        <w:t xml:space="preserve">Содержание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курса </w:t>
      </w:r>
      <w:r w:rsidRPr="00897AC3">
        <w:rPr>
          <w:rFonts w:ascii="Times New Roman" w:hAnsi="Times New Roman"/>
          <w:b/>
          <w:sz w:val="28"/>
          <w:szCs w:val="28"/>
          <w:lang w:eastAsia="ru-RU"/>
        </w:rPr>
        <w:t>внеурочной деятельности «Тропинка к своему «Я»</w:t>
      </w:r>
    </w:p>
    <w:p w:rsidR="008526B3" w:rsidRDefault="008526B3" w:rsidP="00312B4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526B3" w:rsidRPr="00897AC3" w:rsidRDefault="008526B3" w:rsidP="00312B4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97AC3">
        <w:rPr>
          <w:rFonts w:ascii="Times New Roman" w:hAnsi="Times New Roman"/>
          <w:b/>
          <w:sz w:val="28"/>
          <w:szCs w:val="28"/>
          <w:lang w:eastAsia="ru-RU"/>
        </w:rPr>
        <w:t>Раздел «Я-школьник» 8 часов.</w:t>
      </w:r>
    </w:p>
    <w:p w:rsidR="008526B3" w:rsidRPr="00312B4C" w:rsidRDefault="008526B3" w:rsidP="00A41B16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Формирование внутренней позиции школьника на уровне положительного отношения к школе.</w:t>
      </w:r>
    </w:p>
    <w:p w:rsidR="008526B3" w:rsidRPr="00312B4C" w:rsidRDefault="008526B3" w:rsidP="00A41B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Формирование позитивного отношения к своему «Я».</w:t>
      </w:r>
    </w:p>
    <w:p w:rsidR="008526B3" w:rsidRPr="00312B4C" w:rsidRDefault="008526B3" w:rsidP="00A41B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Повышение  уверенности в себе и развитие самостоятельности.</w:t>
      </w:r>
    </w:p>
    <w:p w:rsidR="008526B3" w:rsidRPr="00312B4C" w:rsidRDefault="008526B3" w:rsidP="00A41B16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Формирование познавательного интерес к новому материалу и способам решения новой задачи.</w:t>
      </w:r>
    </w:p>
    <w:p w:rsidR="008526B3" w:rsidRPr="00312B4C" w:rsidRDefault="008526B3" w:rsidP="00A41B16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Развитие эмпатии как понимание чувств других людей и сопереживание им.</w:t>
      </w:r>
    </w:p>
    <w:p w:rsidR="008526B3" w:rsidRDefault="008526B3" w:rsidP="00A41B1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Развитие умения формулировать собственное мнение и позицию.</w:t>
      </w:r>
    </w:p>
    <w:p w:rsidR="008526B3" w:rsidRDefault="008526B3" w:rsidP="00A41B16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A41B16">
        <w:rPr>
          <w:rFonts w:ascii="Times New Roman" w:hAnsi="Times New Roman"/>
          <w:b/>
          <w:sz w:val="28"/>
          <w:szCs w:val="28"/>
          <w:lang w:eastAsia="ru-RU"/>
        </w:rPr>
        <w:t xml:space="preserve">Раздел « Мои чувства» </w:t>
      </w:r>
      <w:r>
        <w:rPr>
          <w:rFonts w:ascii="Times New Roman" w:hAnsi="Times New Roman"/>
          <w:b/>
          <w:sz w:val="28"/>
          <w:szCs w:val="28"/>
          <w:lang w:eastAsia="ru-RU"/>
        </w:rPr>
        <w:t>12 часов.</w:t>
      </w:r>
    </w:p>
    <w:p w:rsidR="008526B3" w:rsidRPr="00312B4C" w:rsidRDefault="008526B3" w:rsidP="00A41B1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Развитие умения  распознавать и описывать свои чувства и эмоций и чувства  других людей, качества характера.</w:t>
      </w:r>
    </w:p>
    <w:p w:rsidR="008526B3" w:rsidRPr="00312B4C" w:rsidRDefault="008526B3" w:rsidP="00A41B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Способствовать снижению уровня страха.</w:t>
      </w:r>
    </w:p>
    <w:p w:rsidR="008526B3" w:rsidRPr="00312B4C" w:rsidRDefault="008526B3" w:rsidP="00A41B16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Развитие умения ориентироваться в нравственном содержании и смысле как собственных поступков, так и поступков окружающих людей.</w:t>
      </w:r>
    </w:p>
    <w:p w:rsidR="008526B3" w:rsidRDefault="008526B3" w:rsidP="00A41B16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Формирование способности к самооценке.</w:t>
      </w:r>
    </w:p>
    <w:p w:rsidR="008526B3" w:rsidRDefault="008526B3" w:rsidP="00A41B16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41B16">
        <w:rPr>
          <w:rFonts w:ascii="Times New Roman" w:hAnsi="Times New Roman"/>
          <w:b/>
          <w:sz w:val="28"/>
          <w:szCs w:val="28"/>
          <w:lang w:eastAsia="ru-RU"/>
        </w:rPr>
        <w:t>Раздел «Чем люди отличаются друг от друга?»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5 часов.</w:t>
      </w:r>
    </w:p>
    <w:p w:rsidR="008526B3" w:rsidRPr="00312B4C" w:rsidRDefault="008526B3" w:rsidP="00897AC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Познакомить детей с понятием «качества людей».</w:t>
      </w:r>
    </w:p>
    <w:p w:rsidR="008526B3" w:rsidRPr="00312B4C" w:rsidRDefault="008526B3" w:rsidP="00897AC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Исследование своих качеств и особенностей.</w:t>
      </w:r>
    </w:p>
    <w:p w:rsidR="008526B3" w:rsidRPr="00312B4C" w:rsidRDefault="008526B3" w:rsidP="00897AC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Формирование позитивного отношения к своему «Я».</w:t>
      </w:r>
    </w:p>
    <w:p w:rsidR="008526B3" w:rsidRPr="00312B4C" w:rsidRDefault="008526B3" w:rsidP="00897AC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Повышение  уверенности в себе.</w:t>
      </w:r>
    </w:p>
    <w:p w:rsidR="008526B3" w:rsidRPr="00897AC3" w:rsidRDefault="008526B3" w:rsidP="00A41B16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97AC3">
        <w:rPr>
          <w:rFonts w:ascii="Times New Roman" w:hAnsi="Times New Roman"/>
          <w:b/>
          <w:sz w:val="28"/>
          <w:szCs w:val="28"/>
          <w:lang w:eastAsia="ru-RU"/>
        </w:rPr>
        <w:t>Раздел «Какой я? – Какой ты?» 3 часа.</w:t>
      </w:r>
    </w:p>
    <w:p w:rsidR="008526B3" w:rsidRPr="00312B4C" w:rsidRDefault="008526B3" w:rsidP="00897AC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Формирование позитивного отношения к своему «Я».</w:t>
      </w:r>
    </w:p>
    <w:p w:rsidR="008526B3" w:rsidRDefault="008526B3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Повышение  уверенности в себе и развитие самостоятельности.</w:t>
      </w:r>
    </w:p>
    <w:p w:rsidR="008526B3" w:rsidRDefault="008526B3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97AC3">
        <w:rPr>
          <w:rFonts w:ascii="Times New Roman" w:hAnsi="Times New Roman"/>
          <w:b/>
          <w:sz w:val="28"/>
          <w:szCs w:val="28"/>
          <w:lang w:eastAsia="ru-RU"/>
        </w:rPr>
        <w:t>Раздел «Я – фантазер» 2часа.</w:t>
      </w:r>
    </w:p>
    <w:p w:rsidR="008526B3" w:rsidRPr="00312B4C" w:rsidRDefault="008526B3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Осознание ценности умения фантазировать.</w:t>
      </w:r>
    </w:p>
    <w:p w:rsidR="008526B3" w:rsidRDefault="008526B3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Развитие креативных способностей.</w:t>
      </w:r>
    </w:p>
    <w:p w:rsidR="008526B3" w:rsidRDefault="008526B3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97AC3">
        <w:rPr>
          <w:rFonts w:ascii="Times New Roman" w:hAnsi="Times New Roman"/>
          <w:b/>
          <w:sz w:val="28"/>
          <w:szCs w:val="28"/>
          <w:lang w:eastAsia="ru-RU"/>
        </w:rPr>
        <w:t>Раздел «Я и моя школа»2 часа.</w:t>
      </w:r>
    </w:p>
    <w:p w:rsidR="008526B3" w:rsidRPr="00312B4C" w:rsidRDefault="008526B3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Осознание особенности позиции ученика.</w:t>
      </w:r>
    </w:p>
    <w:p w:rsidR="008526B3" w:rsidRDefault="008526B3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Отреагирование своих чувств в отношении учителя.</w:t>
      </w:r>
    </w:p>
    <w:p w:rsidR="008526B3" w:rsidRDefault="008526B3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97AC3">
        <w:rPr>
          <w:rFonts w:ascii="Times New Roman" w:hAnsi="Times New Roman"/>
          <w:b/>
          <w:sz w:val="28"/>
          <w:szCs w:val="28"/>
          <w:lang w:eastAsia="ru-RU"/>
        </w:rPr>
        <w:t>Раздел «Я и мои родители» 3 часа.</w:t>
      </w:r>
    </w:p>
    <w:p w:rsidR="008526B3" w:rsidRPr="00312B4C" w:rsidRDefault="008526B3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Осознание требований родителей, сопоставление их со своими возможностями и желаниями.</w:t>
      </w:r>
    </w:p>
    <w:p w:rsidR="008526B3" w:rsidRPr="00312B4C" w:rsidRDefault="008526B3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Обучение способам разрешения конфликтов с родителями.</w:t>
      </w:r>
    </w:p>
    <w:p w:rsidR="008526B3" w:rsidRPr="00312B4C" w:rsidRDefault="008526B3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Формирование у обучающегося уважительного отношения к родителям, осознанного, заботливого отношения к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12B4C">
        <w:rPr>
          <w:rFonts w:ascii="Times New Roman" w:hAnsi="Times New Roman"/>
          <w:sz w:val="28"/>
          <w:szCs w:val="28"/>
          <w:lang w:eastAsia="ru-RU"/>
        </w:rPr>
        <w:t>старшим и младшим.</w:t>
      </w:r>
    </w:p>
    <w:p w:rsidR="008526B3" w:rsidRDefault="008526B3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2B4C">
        <w:rPr>
          <w:rFonts w:ascii="Times New Roman" w:hAnsi="Times New Roman"/>
          <w:sz w:val="28"/>
          <w:szCs w:val="28"/>
          <w:lang w:eastAsia="ru-RU"/>
        </w:rPr>
        <w:t>Формирование  представления о семейных ценностях.</w:t>
      </w:r>
    </w:p>
    <w:p w:rsidR="008526B3" w:rsidRDefault="008526B3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526B3" w:rsidRDefault="008526B3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526B3" w:rsidRDefault="008526B3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26B3" w:rsidRPr="00897AC3" w:rsidRDefault="008526B3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Тематическое планирование</w:t>
      </w:r>
    </w:p>
    <w:p w:rsidR="008526B3" w:rsidRPr="00897AC3" w:rsidRDefault="008526B3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5"/>
      </w:tblGrid>
      <w:tr w:rsidR="008526B3" w:rsidRPr="00612954" w:rsidTr="00612954">
        <w:tc>
          <w:tcPr>
            <w:tcW w:w="4785" w:type="dxa"/>
          </w:tcPr>
          <w:p w:rsidR="008526B3" w:rsidRPr="00612954" w:rsidRDefault="008526B3" w:rsidP="00612954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1295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Разделы программы</w:t>
            </w:r>
          </w:p>
        </w:tc>
        <w:tc>
          <w:tcPr>
            <w:tcW w:w="4785" w:type="dxa"/>
          </w:tcPr>
          <w:p w:rsidR="008526B3" w:rsidRPr="00612954" w:rsidRDefault="008526B3" w:rsidP="00612954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1295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Количество часов 2 класс</w:t>
            </w:r>
          </w:p>
        </w:tc>
      </w:tr>
      <w:tr w:rsidR="008526B3" w:rsidRPr="00612954" w:rsidTr="00612954">
        <w:tc>
          <w:tcPr>
            <w:tcW w:w="4785" w:type="dxa"/>
          </w:tcPr>
          <w:p w:rsidR="008526B3" w:rsidRPr="00612954" w:rsidRDefault="008526B3" w:rsidP="00612954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12954">
              <w:rPr>
                <w:rFonts w:ascii="Times New Roman" w:hAnsi="Times New Roman"/>
                <w:sz w:val="28"/>
                <w:szCs w:val="28"/>
                <w:lang w:eastAsia="ru-RU"/>
              </w:rPr>
              <w:t>Я – школьник.</w:t>
            </w:r>
          </w:p>
        </w:tc>
        <w:tc>
          <w:tcPr>
            <w:tcW w:w="4785" w:type="dxa"/>
          </w:tcPr>
          <w:p w:rsidR="008526B3" w:rsidRPr="00612954" w:rsidRDefault="008526B3" w:rsidP="00612954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12954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</w:tr>
      <w:tr w:rsidR="008526B3" w:rsidRPr="00612954" w:rsidTr="00612954">
        <w:tc>
          <w:tcPr>
            <w:tcW w:w="4785" w:type="dxa"/>
          </w:tcPr>
          <w:p w:rsidR="008526B3" w:rsidRPr="00612954" w:rsidRDefault="008526B3" w:rsidP="00612954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12954">
              <w:rPr>
                <w:rFonts w:ascii="Times New Roman" w:hAnsi="Times New Roman"/>
                <w:sz w:val="28"/>
                <w:szCs w:val="28"/>
                <w:lang w:eastAsia="ru-RU"/>
              </w:rPr>
              <w:t>Мои чувства.</w:t>
            </w:r>
          </w:p>
        </w:tc>
        <w:tc>
          <w:tcPr>
            <w:tcW w:w="4785" w:type="dxa"/>
          </w:tcPr>
          <w:p w:rsidR="008526B3" w:rsidRPr="00612954" w:rsidRDefault="008526B3" w:rsidP="00612954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12954"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</w:p>
        </w:tc>
      </w:tr>
      <w:tr w:rsidR="008526B3" w:rsidRPr="00612954" w:rsidTr="00612954">
        <w:tc>
          <w:tcPr>
            <w:tcW w:w="4785" w:type="dxa"/>
          </w:tcPr>
          <w:p w:rsidR="008526B3" w:rsidRPr="00612954" w:rsidRDefault="008526B3" w:rsidP="00612954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12954">
              <w:rPr>
                <w:rFonts w:ascii="Times New Roman" w:hAnsi="Times New Roman"/>
                <w:sz w:val="28"/>
                <w:szCs w:val="28"/>
                <w:lang w:eastAsia="ru-RU"/>
              </w:rPr>
              <w:t>Чем люди отличаются друг от друга?</w:t>
            </w:r>
          </w:p>
        </w:tc>
        <w:tc>
          <w:tcPr>
            <w:tcW w:w="4785" w:type="dxa"/>
          </w:tcPr>
          <w:p w:rsidR="008526B3" w:rsidRPr="00612954" w:rsidRDefault="008526B3" w:rsidP="00612954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12954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8526B3" w:rsidRPr="00612954" w:rsidTr="00612954">
        <w:tc>
          <w:tcPr>
            <w:tcW w:w="4785" w:type="dxa"/>
          </w:tcPr>
          <w:p w:rsidR="008526B3" w:rsidRPr="00612954" w:rsidRDefault="008526B3" w:rsidP="00612954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12954">
              <w:rPr>
                <w:rFonts w:ascii="Times New Roman" w:hAnsi="Times New Roman"/>
                <w:sz w:val="28"/>
                <w:szCs w:val="28"/>
                <w:lang w:eastAsia="ru-RU"/>
              </w:rPr>
              <w:t>Какой я? -  Какой ты?</w:t>
            </w:r>
          </w:p>
        </w:tc>
        <w:tc>
          <w:tcPr>
            <w:tcW w:w="4785" w:type="dxa"/>
          </w:tcPr>
          <w:p w:rsidR="008526B3" w:rsidRPr="00612954" w:rsidRDefault="008526B3" w:rsidP="00612954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12954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8526B3" w:rsidRPr="00612954" w:rsidTr="00612954">
        <w:tc>
          <w:tcPr>
            <w:tcW w:w="4785" w:type="dxa"/>
          </w:tcPr>
          <w:p w:rsidR="008526B3" w:rsidRPr="00612954" w:rsidRDefault="008526B3" w:rsidP="00612954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12954">
              <w:rPr>
                <w:rFonts w:ascii="Times New Roman" w:hAnsi="Times New Roman"/>
                <w:sz w:val="28"/>
                <w:szCs w:val="28"/>
                <w:lang w:eastAsia="ru-RU"/>
              </w:rPr>
              <w:t>Я – фантазер.</w:t>
            </w:r>
          </w:p>
        </w:tc>
        <w:tc>
          <w:tcPr>
            <w:tcW w:w="4785" w:type="dxa"/>
          </w:tcPr>
          <w:p w:rsidR="008526B3" w:rsidRPr="00612954" w:rsidRDefault="008526B3" w:rsidP="00612954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12954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8526B3" w:rsidRPr="00612954" w:rsidTr="00612954">
        <w:tc>
          <w:tcPr>
            <w:tcW w:w="4785" w:type="dxa"/>
          </w:tcPr>
          <w:p w:rsidR="008526B3" w:rsidRPr="00612954" w:rsidRDefault="008526B3" w:rsidP="00612954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12954">
              <w:rPr>
                <w:rFonts w:ascii="Times New Roman" w:hAnsi="Times New Roman"/>
                <w:sz w:val="28"/>
                <w:szCs w:val="28"/>
                <w:lang w:eastAsia="ru-RU"/>
              </w:rPr>
              <w:t>Я и моя школа.</w:t>
            </w:r>
          </w:p>
        </w:tc>
        <w:tc>
          <w:tcPr>
            <w:tcW w:w="4785" w:type="dxa"/>
          </w:tcPr>
          <w:p w:rsidR="008526B3" w:rsidRPr="00612954" w:rsidRDefault="008526B3" w:rsidP="00612954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12954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8526B3" w:rsidRPr="00612954" w:rsidTr="00612954">
        <w:tc>
          <w:tcPr>
            <w:tcW w:w="4785" w:type="dxa"/>
          </w:tcPr>
          <w:p w:rsidR="008526B3" w:rsidRPr="00612954" w:rsidRDefault="008526B3" w:rsidP="00612954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12954">
              <w:rPr>
                <w:rFonts w:ascii="Times New Roman" w:hAnsi="Times New Roman"/>
                <w:sz w:val="28"/>
                <w:szCs w:val="28"/>
                <w:lang w:eastAsia="ru-RU"/>
              </w:rPr>
              <w:t>Я и мои родители.</w:t>
            </w:r>
          </w:p>
        </w:tc>
        <w:tc>
          <w:tcPr>
            <w:tcW w:w="4785" w:type="dxa"/>
          </w:tcPr>
          <w:p w:rsidR="008526B3" w:rsidRPr="00612954" w:rsidRDefault="008526B3" w:rsidP="00612954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12954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8526B3" w:rsidRPr="00612954" w:rsidTr="00612954">
        <w:tc>
          <w:tcPr>
            <w:tcW w:w="4785" w:type="dxa"/>
          </w:tcPr>
          <w:p w:rsidR="008526B3" w:rsidRPr="00612954" w:rsidRDefault="008526B3" w:rsidP="00612954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12954">
              <w:rPr>
                <w:rFonts w:ascii="Times New Roman" w:hAnsi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4785" w:type="dxa"/>
          </w:tcPr>
          <w:p w:rsidR="008526B3" w:rsidRPr="00612954" w:rsidRDefault="008526B3" w:rsidP="00612954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12954">
              <w:rPr>
                <w:rFonts w:ascii="Times New Roman" w:hAnsi="Times New Roman"/>
                <w:sz w:val="28"/>
                <w:szCs w:val="28"/>
                <w:lang w:eastAsia="ru-RU"/>
              </w:rPr>
              <w:t>34</w:t>
            </w:r>
          </w:p>
        </w:tc>
      </w:tr>
    </w:tbl>
    <w:p w:rsidR="008526B3" w:rsidRDefault="008526B3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526B3" w:rsidRDefault="008526B3" w:rsidP="00897AC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526B3" w:rsidRPr="00312B4C" w:rsidRDefault="008526B3" w:rsidP="00B5571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12B4C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Календарно - тематическое планирование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курса</w:t>
      </w:r>
      <w:r w:rsidRPr="00312B4C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«Тропинка к своему «Я»» во 2 классе</w:t>
      </w:r>
    </w:p>
    <w:p w:rsidR="008526B3" w:rsidRPr="00312B4C" w:rsidRDefault="008526B3" w:rsidP="00312B4C">
      <w:pPr>
        <w:spacing w:after="0" w:line="240" w:lineRule="auto"/>
        <w:ind w:left="1080"/>
        <w:jc w:val="both"/>
        <w:rPr>
          <w:rFonts w:ascii="Times New Roman" w:hAnsi="Times New Roman"/>
          <w:b/>
          <w:color w:val="0070C0"/>
          <w:sz w:val="28"/>
          <w:szCs w:val="28"/>
          <w:lang w:eastAsia="ru-RU"/>
        </w:rPr>
      </w:pPr>
    </w:p>
    <w:tbl>
      <w:tblPr>
        <w:tblW w:w="52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99"/>
        <w:gridCol w:w="993"/>
        <w:gridCol w:w="5160"/>
        <w:gridCol w:w="1643"/>
        <w:gridCol w:w="1136"/>
      </w:tblGrid>
      <w:tr w:rsidR="008526B3" w:rsidRPr="00612954" w:rsidTr="00343AE6">
        <w:tc>
          <w:tcPr>
            <w:tcW w:w="548" w:type="pct"/>
            <w:vMerge w:val="restart"/>
          </w:tcPr>
          <w:p w:rsidR="008526B3" w:rsidRPr="00312B4C" w:rsidRDefault="008526B3" w:rsidP="00A9436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495" w:type="pct"/>
            <w:vMerge w:val="restart"/>
          </w:tcPr>
          <w:p w:rsidR="008526B3" w:rsidRPr="00312B4C" w:rsidRDefault="008526B3" w:rsidP="00A9436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№ урока</w:t>
            </w:r>
          </w:p>
        </w:tc>
        <w:tc>
          <w:tcPr>
            <w:tcW w:w="2572" w:type="pct"/>
            <w:vMerge w:val="restart"/>
          </w:tcPr>
          <w:p w:rsidR="008526B3" w:rsidRPr="00312B4C" w:rsidRDefault="008526B3" w:rsidP="00A9436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Название темы</w:t>
            </w:r>
          </w:p>
        </w:tc>
        <w:tc>
          <w:tcPr>
            <w:tcW w:w="819" w:type="pct"/>
            <w:tcBorders>
              <w:bottom w:val="nil"/>
            </w:tcBorders>
          </w:tcPr>
          <w:p w:rsidR="008526B3" w:rsidRPr="00312B4C" w:rsidRDefault="008526B3" w:rsidP="00A9436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Дата проведения</w:t>
            </w:r>
          </w:p>
        </w:tc>
        <w:tc>
          <w:tcPr>
            <w:tcW w:w="566" w:type="pct"/>
            <w:tcBorders>
              <w:bottom w:val="nil"/>
            </w:tcBorders>
          </w:tcPr>
          <w:p w:rsidR="008526B3" w:rsidRDefault="008526B3" w:rsidP="00A9436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Примечание</w:t>
            </w:r>
          </w:p>
          <w:p w:rsidR="008526B3" w:rsidRPr="00312B4C" w:rsidRDefault="008526B3" w:rsidP="00A9436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(описание причин корректировки дат)</w:t>
            </w:r>
          </w:p>
        </w:tc>
      </w:tr>
      <w:tr w:rsidR="008526B3" w:rsidRPr="00612954" w:rsidTr="00343AE6">
        <w:trPr>
          <w:trHeight w:val="562"/>
        </w:trPr>
        <w:tc>
          <w:tcPr>
            <w:tcW w:w="548" w:type="pct"/>
            <w:vMerge/>
          </w:tcPr>
          <w:p w:rsidR="008526B3" w:rsidRPr="00312B4C" w:rsidRDefault="008526B3" w:rsidP="00312B4C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  <w:vMerge/>
          </w:tcPr>
          <w:p w:rsidR="008526B3" w:rsidRPr="00312B4C" w:rsidRDefault="008526B3" w:rsidP="00312B4C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72" w:type="pct"/>
            <w:vMerge/>
          </w:tcPr>
          <w:p w:rsidR="008526B3" w:rsidRPr="00312B4C" w:rsidRDefault="008526B3" w:rsidP="00312B4C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19" w:type="pct"/>
            <w:tcBorders>
              <w:top w:val="nil"/>
            </w:tcBorders>
          </w:tcPr>
          <w:p w:rsidR="008526B3" w:rsidRPr="00312B4C" w:rsidRDefault="008526B3" w:rsidP="00312B4C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6" w:type="pct"/>
            <w:tcBorders>
              <w:top w:val="nil"/>
            </w:tcBorders>
          </w:tcPr>
          <w:p w:rsidR="008526B3" w:rsidRPr="00312B4C" w:rsidRDefault="008526B3" w:rsidP="00312B4C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26B3" w:rsidRPr="00612954" w:rsidTr="00343AE6">
        <w:trPr>
          <w:trHeight w:val="810"/>
        </w:trPr>
        <w:tc>
          <w:tcPr>
            <w:tcW w:w="548" w:type="pct"/>
            <w:vMerge w:val="restart"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Я-школьник</w:t>
            </w:r>
          </w:p>
        </w:tc>
        <w:tc>
          <w:tcPr>
            <w:tcW w:w="495" w:type="pct"/>
          </w:tcPr>
          <w:p w:rsidR="008526B3" w:rsidRPr="00312B4C" w:rsidRDefault="008526B3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72" w:type="pct"/>
            <w:vAlign w:val="center"/>
          </w:tcPr>
          <w:p w:rsidR="008526B3" w:rsidRPr="00312B4C" w:rsidRDefault="008526B3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Техника безопасности на занятиях внеурочной деятельности. Знакомство. Вводное занятие.</w:t>
            </w:r>
          </w:p>
        </w:tc>
        <w:tc>
          <w:tcPr>
            <w:tcW w:w="819" w:type="pct"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05.09</w:t>
            </w:r>
          </w:p>
        </w:tc>
        <w:tc>
          <w:tcPr>
            <w:tcW w:w="566" w:type="pct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26B3" w:rsidRPr="00612954" w:rsidTr="00343AE6">
        <w:trPr>
          <w:trHeight w:val="510"/>
        </w:trPr>
        <w:tc>
          <w:tcPr>
            <w:tcW w:w="548" w:type="pct"/>
            <w:vMerge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</w:tcPr>
          <w:p w:rsidR="008526B3" w:rsidRPr="00312B4C" w:rsidRDefault="008526B3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72" w:type="pct"/>
            <w:vAlign w:val="center"/>
          </w:tcPr>
          <w:p w:rsidR="008526B3" w:rsidRPr="00312B4C" w:rsidRDefault="008526B3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Как зовут ребят моего класса?  Игра «Мой класс». Правила вежливости.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Урок «Развивай-ка».</w:t>
            </w:r>
          </w:p>
        </w:tc>
        <w:tc>
          <w:tcPr>
            <w:tcW w:w="819" w:type="pct"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12.09</w:t>
            </w:r>
          </w:p>
        </w:tc>
        <w:tc>
          <w:tcPr>
            <w:tcW w:w="566" w:type="pct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26B3" w:rsidRPr="00612954" w:rsidTr="00343AE6">
        <w:trPr>
          <w:trHeight w:val="510"/>
        </w:trPr>
        <w:tc>
          <w:tcPr>
            <w:tcW w:w="548" w:type="pct"/>
            <w:vMerge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</w:tcPr>
          <w:p w:rsidR="008526B3" w:rsidRPr="00312B4C" w:rsidRDefault="008526B3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72" w:type="pct"/>
            <w:vAlign w:val="center"/>
          </w:tcPr>
          <w:p w:rsidR="008526B3" w:rsidRPr="00312B4C" w:rsidRDefault="008526B3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ачем мне нужно ходить в школу? </w:t>
            </w: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Школьные принадлежности. Игра на мотивацию учения.</w:t>
            </w:r>
          </w:p>
        </w:tc>
        <w:tc>
          <w:tcPr>
            <w:tcW w:w="819" w:type="pct"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19.09</w:t>
            </w:r>
          </w:p>
        </w:tc>
        <w:tc>
          <w:tcPr>
            <w:tcW w:w="566" w:type="pct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26B3" w:rsidRPr="00612954" w:rsidTr="00343AE6">
        <w:trPr>
          <w:trHeight w:val="825"/>
        </w:trPr>
        <w:tc>
          <w:tcPr>
            <w:tcW w:w="548" w:type="pct"/>
            <w:vMerge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</w:tcPr>
          <w:p w:rsidR="008526B3" w:rsidRPr="00312B4C" w:rsidRDefault="008526B3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72" w:type="pct"/>
            <w:vAlign w:val="center"/>
          </w:tcPr>
          <w:p w:rsidR="008526B3" w:rsidRPr="00312B4C" w:rsidRDefault="008526B3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Мой класс. Путешествие по школьному дворику.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Игра «Рыбка» </w:t>
            </w: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Какие ребята в моем классе? Психологический климат класса.</w:t>
            </w:r>
          </w:p>
        </w:tc>
        <w:tc>
          <w:tcPr>
            <w:tcW w:w="819" w:type="pct"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26.09</w:t>
            </w:r>
          </w:p>
        </w:tc>
        <w:tc>
          <w:tcPr>
            <w:tcW w:w="566" w:type="pct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26B3" w:rsidRPr="00612954" w:rsidTr="00343AE6">
        <w:trPr>
          <w:trHeight w:val="855"/>
        </w:trPr>
        <w:tc>
          <w:tcPr>
            <w:tcW w:w="548" w:type="pct"/>
            <w:vMerge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</w:tcPr>
          <w:p w:rsidR="008526B3" w:rsidRPr="00312B4C" w:rsidRDefault="008526B3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572" w:type="pct"/>
            <w:vAlign w:val="center"/>
          </w:tcPr>
          <w:p w:rsidR="008526B3" w:rsidRPr="00312B4C" w:rsidRDefault="008526B3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О пользе горячего питания. Игра «Объяснялки».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Путешествие в школьную столовую.</w:t>
            </w:r>
          </w:p>
        </w:tc>
        <w:tc>
          <w:tcPr>
            <w:tcW w:w="819" w:type="pct"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03.10</w:t>
            </w:r>
          </w:p>
        </w:tc>
        <w:tc>
          <w:tcPr>
            <w:tcW w:w="566" w:type="pct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26B3" w:rsidRPr="00612954" w:rsidTr="00343AE6">
        <w:trPr>
          <w:trHeight w:val="810"/>
        </w:trPr>
        <w:tc>
          <w:tcPr>
            <w:tcW w:w="548" w:type="pct"/>
            <w:vMerge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</w:tcPr>
          <w:p w:rsidR="008526B3" w:rsidRPr="00312B4C" w:rsidRDefault="008526B3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572" w:type="pct"/>
            <w:vAlign w:val="center"/>
          </w:tcPr>
          <w:p w:rsidR="008526B3" w:rsidRPr="00312B4C" w:rsidRDefault="008526B3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Мои друзья в классе. Законы коллектива.</w:t>
            </w:r>
          </w:p>
          <w:p w:rsidR="008526B3" w:rsidRPr="00312B4C" w:rsidRDefault="008526B3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Соблюдаем законы школьной дружбы. </w:t>
            </w:r>
          </w:p>
        </w:tc>
        <w:tc>
          <w:tcPr>
            <w:tcW w:w="819" w:type="pct"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10.10</w:t>
            </w:r>
          </w:p>
        </w:tc>
        <w:tc>
          <w:tcPr>
            <w:tcW w:w="566" w:type="pct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26B3" w:rsidRPr="00612954" w:rsidTr="00343AE6">
        <w:trPr>
          <w:trHeight w:val="792"/>
        </w:trPr>
        <w:tc>
          <w:tcPr>
            <w:tcW w:w="548" w:type="pct"/>
            <w:vMerge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</w:tcPr>
          <w:p w:rsidR="008526B3" w:rsidRPr="00312B4C" w:rsidRDefault="008526B3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572" w:type="pct"/>
            <w:vAlign w:val="center"/>
          </w:tcPr>
          <w:p w:rsidR="008526B3" w:rsidRPr="00312B4C" w:rsidRDefault="008526B3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Мои успехи в школе. Путешествие по станциям «Умники и умницы».</w:t>
            </w:r>
          </w:p>
        </w:tc>
        <w:tc>
          <w:tcPr>
            <w:tcW w:w="819" w:type="pct"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17.10</w:t>
            </w:r>
          </w:p>
        </w:tc>
        <w:tc>
          <w:tcPr>
            <w:tcW w:w="566" w:type="pct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26B3" w:rsidRPr="00612954" w:rsidTr="00343AE6">
        <w:trPr>
          <w:trHeight w:val="1125"/>
        </w:trPr>
        <w:tc>
          <w:tcPr>
            <w:tcW w:w="548" w:type="pct"/>
            <w:vMerge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</w:tcPr>
          <w:p w:rsidR="008526B3" w:rsidRPr="00312B4C" w:rsidRDefault="008526B3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572" w:type="pct"/>
            <w:vAlign w:val="center"/>
          </w:tcPr>
          <w:p w:rsidR="008526B3" w:rsidRPr="00312B4C" w:rsidRDefault="008526B3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Я умею управлять собой.</w:t>
            </w:r>
          </w:p>
          <w:p w:rsidR="008526B3" w:rsidRPr="00312B4C" w:rsidRDefault="008526B3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Я умею преодолевать трудности.</w:t>
            </w:r>
          </w:p>
          <w:p w:rsidR="008526B3" w:rsidRPr="00312B4C" w:rsidRDefault="008526B3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Я умею слушать других.</w:t>
            </w:r>
          </w:p>
          <w:p w:rsidR="008526B3" w:rsidRPr="00312B4C" w:rsidRDefault="008526B3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Я умею учиться у ошибки.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Сказкотерапия.</w:t>
            </w:r>
          </w:p>
        </w:tc>
        <w:tc>
          <w:tcPr>
            <w:tcW w:w="819" w:type="pct"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24.10</w:t>
            </w:r>
          </w:p>
        </w:tc>
        <w:tc>
          <w:tcPr>
            <w:tcW w:w="566" w:type="pct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26B3" w:rsidRPr="00612954" w:rsidTr="00343AE6">
        <w:trPr>
          <w:trHeight w:val="255"/>
        </w:trPr>
        <w:tc>
          <w:tcPr>
            <w:tcW w:w="548" w:type="pct"/>
            <w:vMerge w:val="restart"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Мои чувства</w:t>
            </w:r>
          </w:p>
        </w:tc>
        <w:tc>
          <w:tcPr>
            <w:tcW w:w="495" w:type="pct"/>
          </w:tcPr>
          <w:p w:rsidR="008526B3" w:rsidRPr="00312B4C" w:rsidRDefault="008526B3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572" w:type="pct"/>
            <w:vAlign w:val="center"/>
          </w:tcPr>
          <w:p w:rsidR="008526B3" w:rsidRPr="00312B4C" w:rsidRDefault="008526B3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Радость. Что такое мимика?</w:t>
            </w:r>
          </w:p>
        </w:tc>
        <w:tc>
          <w:tcPr>
            <w:tcW w:w="819" w:type="pct"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31.10</w:t>
            </w:r>
          </w:p>
        </w:tc>
        <w:tc>
          <w:tcPr>
            <w:tcW w:w="566" w:type="pct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26B3" w:rsidRPr="00612954" w:rsidTr="00343AE6">
        <w:trPr>
          <w:trHeight w:val="585"/>
        </w:trPr>
        <w:tc>
          <w:tcPr>
            <w:tcW w:w="548" w:type="pct"/>
            <w:vMerge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</w:tcPr>
          <w:p w:rsidR="008526B3" w:rsidRPr="00312B4C" w:rsidRDefault="008526B3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572" w:type="pct"/>
            <w:vAlign w:val="center"/>
          </w:tcPr>
          <w:p w:rsidR="008526B3" w:rsidRPr="00312B4C" w:rsidRDefault="008526B3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Радость. Как ее доставить другому человеку?</w:t>
            </w:r>
          </w:p>
        </w:tc>
        <w:tc>
          <w:tcPr>
            <w:tcW w:w="819" w:type="pct"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14.11</w:t>
            </w:r>
          </w:p>
        </w:tc>
        <w:tc>
          <w:tcPr>
            <w:tcW w:w="566" w:type="pct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26B3" w:rsidRPr="00612954" w:rsidTr="00343AE6">
        <w:trPr>
          <w:trHeight w:val="288"/>
        </w:trPr>
        <w:tc>
          <w:tcPr>
            <w:tcW w:w="548" w:type="pct"/>
            <w:vMerge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</w:tcPr>
          <w:p w:rsidR="008526B3" w:rsidRPr="00312B4C" w:rsidRDefault="008526B3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572" w:type="pct"/>
            <w:vAlign w:val="center"/>
          </w:tcPr>
          <w:p w:rsidR="008526B3" w:rsidRPr="00312B4C" w:rsidRDefault="008526B3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Жесты.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Разминка.</w:t>
            </w:r>
          </w:p>
        </w:tc>
        <w:tc>
          <w:tcPr>
            <w:tcW w:w="819" w:type="pct"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21.11</w:t>
            </w:r>
          </w:p>
        </w:tc>
        <w:tc>
          <w:tcPr>
            <w:tcW w:w="566" w:type="pct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26B3" w:rsidRPr="00612954" w:rsidTr="00343AE6">
        <w:trPr>
          <w:trHeight w:val="492"/>
        </w:trPr>
        <w:tc>
          <w:tcPr>
            <w:tcW w:w="548" w:type="pct"/>
            <w:vMerge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</w:tcPr>
          <w:p w:rsidR="008526B3" w:rsidRPr="00312B4C" w:rsidRDefault="008526B3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572" w:type="pct"/>
            <w:vAlign w:val="center"/>
          </w:tcPr>
          <w:p w:rsidR="008526B3" w:rsidRPr="00312B4C" w:rsidRDefault="008526B3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Радость можно передать прикосновением.</w:t>
            </w:r>
          </w:p>
        </w:tc>
        <w:tc>
          <w:tcPr>
            <w:tcW w:w="819" w:type="pct"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28.11</w:t>
            </w:r>
          </w:p>
        </w:tc>
        <w:tc>
          <w:tcPr>
            <w:tcW w:w="566" w:type="pct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26B3" w:rsidRPr="00612954" w:rsidTr="00343AE6">
        <w:trPr>
          <w:trHeight w:val="285"/>
        </w:trPr>
        <w:tc>
          <w:tcPr>
            <w:tcW w:w="548" w:type="pct"/>
            <w:vMerge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</w:tcPr>
          <w:p w:rsidR="008526B3" w:rsidRPr="00312B4C" w:rsidRDefault="008526B3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572" w:type="pct"/>
            <w:vAlign w:val="center"/>
          </w:tcPr>
          <w:p w:rsidR="008526B3" w:rsidRPr="00312B4C" w:rsidRDefault="008526B3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Радость можно подарить взглядом.</w:t>
            </w:r>
          </w:p>
        </w:tc>
        <w:tc>
          <w:tcPr>
            <w:tcW w:w="819" w:type="pct"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05.12</w:t>
            </w:r>
          </w:p>
        </w:tc>
        <w:tc>
          <w:tcPr>
            <w:tcW w:w="566" w:type="pct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26B3" w:rsidRPr="00612954" w:rsidTr="00343AE6">
        <w:trPr>
          <w:trHeight w:val="255"/>
        </w:trPr>
        <w:tc>
          <w:tcPr>
            <w:tcW w:w="548" w:type="pct"/>
            <w:vMerge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</w:tcPr>
          <w:p w:rsidR="008526B3" w:rsidRPr="00312B4C" w:rsidRDefault="008526B3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572" w:type="pct"/>
            <w:vAlign w:val="center"/>
          </w:tcPr>
          <w:p w:rsidR="008526B3" w:rsidRPr="00312B4C" w:rsidRDefault="008526B3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Грусть.</w:t>
            </w:r>
          </w:p>
        </w:tc>
        <w:tc>
          <w:tcPr>
            <w:tcW w:w="819" w:type="pct"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12.12</w:t>
            </w:r>
          </w:p>
        </w:tc>
        <w:tc>
          <w:tcPr>
            <w:tcW w:w="566" w:type="pct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26B3" w:rsidRPr="00612954" w:rsidTr="00343AE6">
        <w:trPr>
          <w:trHeight w:val="270"/>
        </w:trPr>
        <w:tc>
          <w:tcPr>
            <w:tcW w:w="548" w:type="pct"/>
            <w:vMerge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</w:tcPr>
          <w:p w:rsidR="008526B3" w:rsidRPr="00312B4C" w:rsidRDefault="008526B3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572" w:type="pct"/>
            <w:vAlign w:val="center"/>
          </w:tcPr>
          <w:p w:rsidR="008526B3" w:rsidRPr="00312B4C" w:rsidRDefault="008526B3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Страх. Его относительность.</w:t>
            </w:r>
          </w:p>
        </w:tc>
        <w:tc>
          <w:tcPr>
            <w:tcW w:w="819" w:type="pct"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19.12</w:t>
            </w:r>
          </w:p>
        </w:tc>
        <w:tc>
          <w:tcPr>
            <w:tcW w:w="566" w:type="pct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26B3" w:rsidRPr="00612954" w:rsidTr="00343AE6">
        <w:trPr>
          <w:trHeight w:val="255"/>
        </w:trPr>
        <w:tc>
          <w:tcPr>
            <w:tcW w:w="548" w:type="pct"/>
            <w:vMerge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</w:tcPr>
          <w:p w:rsidR="008526B3" w:rsidRPr="00312B4C" w:rsidRDefault="008526B3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572" w:type="pct"/>
            <w:vAlign w:val="center"/>
          </w:tcPr>
          <w:p w:rsidR="008526B3" w:rsidRPr="00312B4C" w:rsidRDefault="008526B3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Как справиться со страхом.</w:t>
            </w:r>
          </w:p>
        </w:tc>
        <w:tc>
          <w:tcPr>
            <w:tcW w:w="819" w:type="pct"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26.12</w:t>
            </w:r>
          </w:p>
        </w:tc>
        <w:tc>
          <w:tcPr>
            <w:tcW w:w="566" w:type="pct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26B3" w:rsidRPr="00612954" w:rsidTr="00343AE6">
        <w:trPr>
          <w:trHeight w:val="300"/>
        </w:trPr>
        <w:tc>
          <w:tcPr>
            <w:tcW w:w="548" w:type="pct"/>
            <w:vMerge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</w:tcPr>
          <w:p w:rsidR="008526B3" w:rsidRPr="00312B4C" w:rsidRDefault="008526B3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572" w:type="pct"/>
            <w:vAlign w:val="center"/>
          </w:tcPr>
          <w:p w:rsidR="008526B3" w:rsidRPr="00312B4C" w:rsidRDefault="008526B3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Гнев. С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какими чувствами он дружит?</w:t>
            </w:r>
          </w:p>
        </w:tc>
        <w:tc>
          <w:tcPr>
            <w:tcW w:w="819" w:type="pct"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16.01</w:t>
            </w:r>
          </w:p>
        </w:tc>
        <w:tc>
          <w:tcPr>
            <w:tcW w:w="566" w:type="pct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26B3" w:rsidRPr="00612954" w:rsidTr="00343AE6">
        <w:trPr>
          <w:trHeight w:val="255"/>
        </w:trPr>
        <w:tc>
          <w:tcPr>
            <w:tcW w:w="548" w:type="pct"/>
            <w:vMerge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</w:tcPr>
          <w:p w:rsidR="008526B3" w:rsidRPr="00312B4C" w:rsidRDefault="008526B3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572" w:type="pct"/>
            <w:vAlign w:val="center"/>
          </w:tcPr>
          <w:p w:rsidR="008526B3" w:rsidRPr="00312B4C" w:rsidRDefault="008526B3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Может ли гнев принести пользу?</w:t>
            </w:r>
          </w:p>
        </w:tc>
        <w:tc>
          <w:tcPr>
            <w:tcW w:w="819" w:type="pct"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23.01</w:t>
            </w:r>
          </w:p>
        </w:tc>
        <w:tc>
          <w:tcPr>
            <w:tcW w:w="566" w:type="pct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26B3" w:rsidRPr="00612954" w:rsidTr="00343AE6">
        <w:trPr>
          <w:trHeight w:val="270"/>
        </w:trPr>
        <w:tc>
          <w:tcPr>
            <w:tcW w:w="548" w:type="pct"/>
            <w:vMerge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</w:tcPr>
          <w:p w:rsidR="008526B3" w:rsidRPr="00312B4C" w:rsidRDefault="008526B3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572" w:type="pct"/>
            <w:vAlign w:val="center"/>
          </w:tcPr>
          <w:p w:rsidR="008526B3" w:rsidRPr="00312B4C" w:rsidRDefault="008526B3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Обида.</w:t>
            </w:r>
          </w:p>
        </w:tc>
        <w:tc>
          <w:tcPr>
            <w:tcW w:w="819" w:type="pct"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30.01</w:t>
            </w:r>
          </w:p>
        </w:tc>
        <w:tc>
          <w:tcPr>
            <w:tcW w:w="566" w:type="pct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26B3" w:rsidRPr="00612954" w:rsidTr="00343AE6">
        <w:trPr>
          <w:trHeight w:val="243"/>
        </w:trPr>
        <w:tc>
          <w:tcPr>
            <w:tcW w:w="548" w:type="pct"/>
            <w:vMerge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</w:tcPr>
          <w:p w:rsidR="008526B3" w:rsidRPr="00312B4C" w:rsidRDefault="008526B3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572" w:type="pct"/>
            <w:vAlign w:val="center"/>
          </w:tcPr>
          <w:p w:rsidR="008526B3" w:rsidRPr="00312B4C" w:rsidRDefault="008526B3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Разные чувства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 Способы выражения чувств.</w:t>
            </w:r>
          </w:p>
        </w:tc>
        <w:tc>
          <w:tcPr>
            <w:tcW w:w="819" w:type="pct"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06.02</w:t>
            </w:r>
          </w:p>
        </w:tc>
        <w:tc>
          <w:tcPr>
            <w:tcW w:w="566" w:type="pct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26B3" w:rsidRPr="00612954" w:rsidTr="00343AE6">
        <w:trPr>
          <w:trHeight w:val="465"/>
        </w:trPr>
        <w:tc>
          <w:tcPr>
            <w:tcW w:w="548" w:type="pct"/>
            <w:vMerge w:val="restart"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Чем люди отличаются друг от друга?</w:t>
            </w:r>
          </w:p>
        </w:tc>
        <w:tc>
          <w:tcPr>
            <w:tcW w:w="495" w:type="pct"/>
          </w:tcPr>
          <w:p w:rsidR="008526B3" w:rsidRPr="00312B4C" w:rsidRDefault="008526B3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572" w:type="pct"/>
            <w:vAlign w:val="center"/>
          </w:tcPr>
          <w:p w:rsidR="008526B3" w:rsidRPr="00312B4C" w:rsidRDefault="008526B3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Люди отличаются друг от друга.</w:t>
            </w:r>
          </w:p>
          <w:p w:rsidR="008526B3" w:rsidRPr="00312B4C" w:rsidRDefault="008526B3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Хорошие качества людей.</w:t>
            </w:r>
          </w:p>
        </w:tc>
        <w:tc>
          <w:tcPr>
            <w:tcW w:w="819" w:type="pct"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13.02</w:t>
            </w:r>
          </w:p>
        </w:tc>
        <w:tc>
          <w:tcPr>
            <w:tcW w:w="566" w:type="pct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26B3" w:rsidRPr="00612954" w:rsidTr="00343AE6">
        <w:trPr>
          <w:trHeight w:val="540"/>
        </w:trPr>
        <w:tc>
          <w:tcPr>
            <w:tcW w:w="548" w:type="pct"/>
            <w:vMerge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</w:tcPr>
          <w:p w:rsidR="008526B3" w:rsidRPr="00312B4C" w:rsidRDefault="008526B3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572" w:type="pct"/>
            <w:vAlign w:val="center"/>
          </w:tcPr>
          <w:p w:rsidR="008526B3" w:rsidRPr="00312B4C" w:rsidRDefault="008526B3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Самое важное хорошее качество.</w:t>
            </w:r>
          </w:p>
          <w:p w:rsidR="008526B3" w:rsidRPr="00312B4C" w:rsidRDefault="008526B3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Кто такой сердечный человек?</w:t>
            </w:r>
          </w:p>
        </w:tc>
        <w:tc>
          <w:tcPr>
            <w:tcW w:w="819" w:type="pct"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20.02</w:t>
            </w:r>
          </w:p>
        </w:tc>
        <w:tc>
          <w:tcPr>
            <w:tcW w:w="566" w:type="pct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26B3" w:rsidRPr="00612954" w:rsidTr="00343AE6">
        <w:trPr>
          <w:trHeight w:val="885"/>
        </w:trPr>
        <w:tc>
          <w:tcPr>
            <w:tcW w:w="548" w:type="pct"/>
            <w:vMerge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</w:tcPr>
          <w:p w:rsidR="008526B3" w:rsidRPr="00312B4C" w:rsidRDefault="008526B3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572" w:type="pct"/>
            <w:vAlign w:val="center"/>
          </w:tcPr>
          <w:p w:rsidR="008526B3" w:rsidRPr="00312B4C" w:rsidRDefault="008526B3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Кто такой доброжелательный человек?</w:t>
            </w:r>
          </w:p>
          <w:p w:rsidR="008526B3" w:rsidRPr="00312B4C" w:rsidRDefault="008526B3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Трудно ли быть доброжелательным человеком?</w:t>
            </w:r>
          </w:p>
        </w:tc>
        <w:tc>
          <w:tcPr>
            <w:tcW w:w="819" w:type="pct"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27.02</w:t>
            </w:r>
          </w:p>
        </w:tc>
        <w:tc>
          <w:tcPr>
            <w:tcW w:w="566" w:type="pct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26B3" w:rsidRPr="00612954" w:rsidTr="00343AE6">
        <w:trPr>
          <w:trHeight w:val="1080"/>
        </w:trPr>
        <w:tc>
          <w:tcPr>
            <w:tcW w:w="548" w:type="pct"/>
            <w:vMerge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</w:tcPr>
          <w:p w:rsidR="008526B3" w:rsidRPr="00312B4C" w:rsidRDefault="008526B3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572" w:type="pct"/>
            <w:vAlign w:val="center"/>
          </w:tcPr>
          <w:p w:rsidR="008526B3" w:rsidRPr="00312B4C" w:rsidRDefault="008526B3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Я желаю добра ребятам в классе.</w:t>
            </w:r>
          </w:p>
          <w:p w:rsidR="008526B3" w:rsidRPr="00312B4C" w:rsidRDefault="008526B3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Очищаю свое сердце.</w:t>
            </w:r>
          </w:p>
          <w:p w:rsidR="008526B3" w:rsidRPr="00312B4C" w:rsidRDefault="008526B3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Какие качества нам нравятся вдруг друге?</w:t>
            </w:r>
          </w:p>
        </w:tc>
        <w:tc>
          <w:tcPr>
            <w:tcW w:w="819" w:type="pct"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05.03</w:t>
            </w:r>
          </w:p>
        </w:tc>
        <w:tc>
          <w:tcPr>
            <w:tcW w:w="566" w:type="pct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26B3" w:rsidRPr="00612954" w:rsidTr="00343AE6">
        <w:trPr>
          <w:trHeight w:val="1395"/>
        </w:trPr>
        <w:tc>
          <w:tcPr>
            <w:tcW w:w="548" w:type="pct"/>
            <w:vMerge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</w:tcPr>
          <w:p w:rsidR="008526B3" w:rsidRPr="00312B4C" w:rsidRDefault="008526B3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572" w:type="pct"/>
            <w:vAlign w:val="center"/>
          </w:tcPr>
          <w:p w:rsidR="008526B3" w:rsidRPr="00312B4C" w:rsidRDefault="008526B3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Какими качествами мы отличаемся?</w:t>
            </w:r>
          </w:p>
          <w:p w:rsidR="008526B3" w:rsidRPr="00312B4C" w:rsidRDefault="008526B3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Люди отличаются друг от друга своими качествами.</w:t>
            </w:r>
          </w:p>
          <w:p w:rsidR="008526B3" w:rsidRPr="00312B4C" w:rsidRDefault="008526B3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В каждом человеке есть светлые и темные качества.</w:t>
            </w:r>
          </w:p>
        </w:tc>
        <w:tc>
          <w:tcPr>
            <w:tcW w:w="819" w:type="pct"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12.03</w:t>
            </w:r>
          </w:p>
        </w:tc>
        <w:tc>
          <w:tcPr>
            <w:tcW w:w="566" w:type="pct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26B3" w:rsidRPr="00612954" w:rsidTr="00343AE6">
        <w:trPr>
          <w:trHeight w:val="555"/>
        </w:trPr>
        <w:tc>
          <w:tcPr>
            <w:tcW w:w="548" w:type="pct"/>
            <w:vMerge w:val="restart"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Какой я? – Какой ты?</w:t>
            </w:r>
          </w:p>
        </w:tc>
        <w:tc>
          <w:tcPr>
            <w:tcW w:w="495" w:type="pct"/>
          </w:tcPr>
          <w:p w:rsidR="008526B3" w:rsidRPr="00312B4C" w:rsidRDefault="008526B3" w:rsidP="00A9436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572" w:type="pct"/>
            <w:vAlign w:val="center"/>
          </w:tcPr>
          <w:p w:rsidR="008526B3" w:rsidRPr="00312B4C" w:rsidRDefault="008526B3" w:rsidP="00312B4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Какой Я? </w:t>
            </w:r>
          </w:p>
          <w:p w:rsidR="008526B3" w:rsidRPr="00312B4C" w:rsidRDefault="008526B3" w:rsidP="00312B4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Какой Ты?</w:t>
            </w:r>
          </w:p>
        </w:tc>
        <w:tc>
          <w:tcPr>
            <w:tcW w:w="819" w:type="pct"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19.03</w:t>
            </w:r>
          </w:p>
        </w:tc>
        <w:tc>
          <w:tcPr>
            <w:tcW w:w="566" w:type="pct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26B3" w:rsidRPr="00612954" w:rsidTr="00343AE6">
        <w:trPr>
          <w:trHeight w:val="555"/>
        </w:trPr>
        <w:tc>
          <w:tcPr>
            <w:tcW w:w="548" w:type="pct"/>
            <w:vMerge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</w:tcPr>
          <w:p w:rsidR="008526B3" w:rsidRPr="00312B4C" w:rsidRDefault="008526B3" w:rsidP="00A9436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572" w:type="pct"/>
            <w:vAlign w:val="center"/>
          </w:tcPr>
          <w:p w:rsidR="008526B3" w:rsidRPr="00312B4C" w:rsidRDefault="008526B3" w:rsidP="00312B4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Трудности второклассника в школе, дома, на улице.</w:t>
            </w:r>
          </w:p>
        </w:tc>
        <w:tc>
          <w:tcPr>
            <w:tcW w:w="819" w:type="pct"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02.04</w:t>
            </w:r>
          </w:p>
        </w:tc>
        <w:tc>
          <w:tcPr>
            <w:tcW w:w="566" w:type="pct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26B3" w:rsidRPr="00612954" w:rsidTr="00343AE6">
        <w:trPr>
          <w:trHeight w:val="534"/>
        </w:trPr>
        <w:tc>
          <w:tcPr>
            <w:tcW w:w="548" w:type="pct"/>
            <w:vMerge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</w:tcPr>
          <w:p w:rsidR="008526B3" w:rsidRPr="00312B4C" w:rsidRDefault="008526B3" w:rsidP="00A9436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572" w:type="pct"/>
            <w:vAlign w:val="center"/>
          </w:tcPr>
          <w:p w:rsidR="008526B3" w:rsidRPr="00312B4C" w:rsidRDefault="008526B3" w:rsidP="00312B4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Школьные трудности.</w:t>
            </w:r>
          </w:p>
          <w:p w:rsidR="008526B3" w:rsidRPr="00312B4C" w:rsidRDefault="008526B3" w:rsidP="00312B4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Домашние трудности.</w:t>
            </w:r>
          </w:p>
        </w:tc>
        <w:tc>
          <w:tcPr>
            <w:tcW w:w="819" w:type="pct"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09.04</w:t>
            </w:r>
          </w:p>
        </w:tc>
        <w:tc>
          <w:tcPr>
            <w:tcW w:w="566" w:type="pct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26B3" w:rsidRPr="00612954" w:rsidTr="00343AE6">
        <w:trPr>
          <w:trHeight w:val="570"/>
        </w:trPr>
        <w:tc>
          <w:tcPr>
            <w:tcW w:w="548" w:type="pct"/>
            <w:vMerge w:val="restart"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Я – фантазер.</w:t>
            </w:r>
          </w:p>
        </w:tc>
        <w:tc>
          <w:tcPr>
            <w:tcW w:w="495" w:type="pct"/>
          </w:tcPr>
          <w:p w:rsidR="008526B3" w:rsidRPr="00312B4C" w:rsidRDefault="008526B3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572" w:type="pct"/>
            <w:vAlign w:val="center"/>
          </w:tcPr>
          <w:p w:rsidR="008526B3" w:rsidRPr="00312B4C" w:rsidRDefault="008526B3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Кого можно назвать фантазером?</w:t>
            </w:r>
          </w:p>
          <w:p w:rsidR="008526B3" w:rsidRPr="00312B4C" w:rsidRDefault="008526B3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Я умею фантазировать!</w:t>
            </w:r>
          </w:p>
        </w:tc>
        <w:tc>
          <w:tcPr>
            <w:tcW w:w="819" w:type="pct"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val="en-US" w:eastAsia="ru-RU"/>
              </w:rPr>
              <w:t>16</w:t>
            </w: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312B4C">
              <w:rPr>
                <w:rFonts w:ascii="Times New Roman" w:hAnsi="Times New Roman"/>
                <w:sz w:val="28"/>
                <w:szCs w:val="28"/>
                <w:lang w:val="en-US" w:eastAsia="ru-RU"/>
              </w:rPr>
              <w:t>04</w:t>
            </w:r>
          </w:p>
        </w:tc>
        <w:tc>
          <w:tcPr>
            <w:tcW w:w="566" w:type="pct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</w:tr>
      <w:tr w:rsidR="008526B3" w:rsidRPr="00612954" w:rsidTr="00343AE6">
        <w:trPr>
          <w:trHeight w:val="810"/>
        </w:trPr>
        <w:tc>
          <w:tcPr>
            <w:tcW w:w="548" w:type="pct"/>
            <w:vMerge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</w:tcPr>
          <w:p w:rsidR="008526B3" w:rsidRPr="00312B4C" w:rsidRDefault="008526B3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572" w:type="pct"/>
            <w:vAlign w:val="center"/>
          </w:tcPr>
          <w:p w:rsidR="008526B3" w:rsidRPr="00312B4C" w:rsidRDefault="008526B3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Мои сны.</w:t>
            </w:r>
          </w:p>
          <w:p w:rsidR="008526B3" w:rsidRPr="00312B4C" w:rsidRDefault="008526B3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Я умею сочинять!</w:t>
            </w:r>
          </w:p>
          <w:p w:rsidR="008526B3" w:rsidRPr="00312B4C" w:rsidRDefault="008526B3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Фантазии и ложь.</w:t>
            </w:r>
          </w:p>
        </w:tc>
        <w:tc>
          <w:tcPr>
            <w:tcW w:w="819" w:type="pct"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val="en-US" w:eastAsia="ru-RU"/>
              </w:rPr>
              <w:t>23</w:t>
            </w: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312B4C">
              <w:rPr>
                <w:rFonts w:ascii="Times New Roman" w:hAnsi="Times New Roman"/>
                <w:sz w:val="28"/>
                <w:szCs w:val="28"/>
                <w:lang w:val="en-US" w:eastAsia="ru-RU"/>
              </w:rPr>
              <w:t>04</w:t>
            </w:r>
          </w:p>
        </w:tc>
        <w:tc>
          <w:tcPr>
            <w:tcW w:w="566" w:type="pct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</w:tr>
      <w:tr w:rsidR="008526B3" w:rsidRPr="00612954" w:rsidTr="00343AE6">
        <w:trPr>
          <w:trHeight w:val="525"/>
        </w:trPr>
        <w:tc>
          <w:tcPr>
            <w:tcW w:w="548" w:type="pct"/>
            <w:vMerge w:val="restart"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Я и моя школа.</w:t>
            </w:r>
          </w:p>
        </w:tc>
        <w:tc>
          <w:tcPr>
            <w:tcW w:w="495" w:type="pct"/>
          </w:tcPr>
          <w:p w:rsidR="008526B3" w:rsidRPr="00312B4C" w:rsidRDefault="008526B3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572" w:type="pct"/>
            <w:vAlign w:val="center"/>
          </w:tcPr>
          <w:p w:rsidR="008526B3" w:rsidRPr="00312B4C" w:rsidRDefault="008526B3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Я и моя школа. Что такое лень?</w:t>
            </w:r>
          </w:p>
          <w:p w:rsidR="008526B3" w:rsidRPr="00312B4C" w:rsidRDefault="008526B3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19" w:type="pct"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30.04</w:t>
            </w:r>
          </w:p>
        </w:tc>
        <w:tc>
          <w:tcPr>
            <w:tcW w:w="566" w:type="pct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26B3" w:rsidRPr="00612954" w:rsidTr="00343AE6">
        <w:trPr>
          <w:trHeight w:val="855"/>
        </w:trPr>
        <w:tc>
          <w:tcPr>
            <w:tcW w:w="548" w:type="pct"/>
            <w:vMerge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</w:tcPr>
          <w:p w:rsidR="008526B3" w:rsidRPr="00312B4C" w:rsidRDefault="008526B3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572" w:type="pct"/>
            <w:vAlign w:val="center"/>
          </w:tcPr>
          <w:p w:rsidR="008526B3" w:rsidRPr="00312B4C" w:rsidRDefault="008526B3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Я и мой учитель. Как справляться с </w:t>
            </w:r>
          </w:p>
          <w:p w:rsidR="008526B3" w:rsidRPr="00312B4C" w:rsidRDefault="008526B3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«немогучками».</w:t>
            </w:r>
          </w:p>
        </w:tc>
        <w:tc>
          <w:tcPr>
            <w:tcW w:w="819" w:type="pct"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07.05</w:t>
            </w:r>
          </w:p>
        </w:tc>
        <w:tc>
          <w:tcPr>
            <w:tcW w:w="566" w:type="pct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26B3" w:rsidRPr="00612954" w:rsidTr="00343AE6">
        <w:trPr>
          <w:trHeight w:val="885"/>
        </w:trPr>
        <w:tc>
          <w:tcPr>
            <w:tcW w:w="548" w:type="pct"/>
            <w:vMerge w:val="restart"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Я и мои родители.</w:t>
            </w:r>
          </w:p>
        </w:tc>
        <w:tc>
          <w:tcPr>
            <w:tcW w:w="495" w:type="pct"/>
          </w:tcPr>
          <w:p w:rsidR="008526B3" w:rsidRPr="00312B4C" w:rsidRDefault="008526B3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2572" w:type="pct"/>
            <w:vAlign w:val="center"/>
          </w:tcPr>
          <w:p w:rsidR="008526B3" w:rsidRPr="00312B4C" w:rsidRDefault="008526B3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Я и мои родители.</w:t>
            </w:r>
          </w:p>
          <w:p w:rsidR="008526B3" w:rsidRPr="00312B4C" w:rsidRDefault="008526B3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Я умею просить прощение..</w:t>
            </w:r>
          </w:p>
        </w:tc>
        <w:tc>
          <w:tcPr>
            <w:tcW w:w="819" w:type="pct"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14.05</w:t>
            </w:r>
          </w:p>
        </w:tc>
        <w:tc>
          <w:tcPr>
            <w:tcW w:w="566" w:type="pct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26B3" w:rsidRPr="00612954" w:rsidTr="00343AE6">
        <w:trPr>
          <w:trHeight w:val="1485"/>
        </w:trPr>
        <w:tc>
          <w:tcPr>
            <w:tcW w:w="548" w:type="pct"/>
            <w:vMerge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</w:tcPr>
          <w:p w:rsidR="008526B3" w:rsidRPr="00312B4C" w:rsidRDefault="008526B3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572" w:type="pct"/>
            <w:vAlign w:val="center"/>
          </w:tcPr>
          <w:p w:rsidR="008526B3" w:rsidRPr="00312B4C" w:rsidRDefault="008526B3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Почему родители наказывают детей.</w:t>
            </w:r>
          </w:p>
          <w:p w:rsidR="008526B3" w:rsidRPr="00312B4C" w:rsidRDefault="008526B3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19" w:type="pct"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21.05</w:t>
            </w:r>
          </w:p>
        </w:tc>
        <w:tc>
          <w:tcPr>
            <w:tcW w:w="566" w:type="pct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26B3" w:rsidRPr="00612954" w:rsidTr="00343AE6">
        <w:trPr>
          <w:trHeight w:val="2235"/>
        </w:trPr>
        <w:tc>
          <w:tcPr>
            <w:tcW w:w="548" w:type="pct"/>
            <w:vMerge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</w:tcPr>
          <w:p w:rsidR="008526B3" w:rsidRPr="00312B4C" w:rsidRDefault="008526B3" w:rsidP="00A943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2572" w:type="pct"/>
            <w:vAlign w:val="center"/>
          </w:tcPr>
          <w:p w:rsidR="008526B3" w:rsidRPr="00312B4C" w:rsidRDefault="008526B3" w:rsidP="00312B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Итоговое занятие-игра.</w:t>
            </w:r>
          </w:p>
        </w:tc>
        <w:tc>
          <w:tcPr>
            <w:tcW w:w="819" w:type="pct"/>
            <w:vAlign w:val="center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B4C">
              <w:rPr>
                <w:rFonts w:ascii="Times New Roman" w:hAnsi="Times New Roman"/>
                <w:sz w:val="28"/>
                <w:szCs w:val="28"/>
                <w:lang w:eastAsia="ru-RU"/>
              </w:rPr>
              <w:t>28.05</w:t>
            </w:r>
          </w:p>
        </w:tc>
        <w:tc>
          <w:tcPr>
            <w:tcW w:w="566" w:type="pct"/>
          </w:tcPr>
          <w:p w:rsidR="008526B3" w:rsidRPr="00312B4C" w:rsidRDefault="008526B3" w:rsidP="00312B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526B3" w:rsidRPr="00312B4C" w:rsidRDefault="008526B3" w:rsidP="00312B4C">
      <w:pPr>
        <w:spacing w:line="240" w:lineRule="auto"/>
        <w:jc w:val="both"/>
        <w:rPr>
          <w:rFonts w:ascii="Times New Roman" w:hAnsi="Times New Roman"/>
          <w:sz w:val="28"/>
          <w:szCs w:val="28"/>
        </w:rPr>
        <w:sectPr w:rsidR="008526B3" w:rsidRPr="00312B4C" w:rsidSect="00B55713">
          <w:footerReference w:type="default" r:id="rId8"/>
          <w:pgSz w:w="11906" w:h="16838"/>
          <w:pgMar w:top="709" w:right="1701" w:bottom="1134" w:left="851" w:header="709" w:footer="709" w:gutter="0"/>
          <w:cols w:space="708"/>
          <w:docGrid w:linePitch="360"/>
        </w:sectPr>
      </w:pPr>
      <w:bookmarkStart w:id="0" w:name="_GoBack"/>
      <w:bookmarkEnd w:id="0"/>
    </w:p>
    <w:p w:rsidR="008526B3" w:rsidRPr="00693438" w:rsidRDefault="008526B3" w:rsidP="00443768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sectPr w:rsidR="008526B3" w:rsidRPr="00693438" w:rsidSect="00DD54C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6B3" w:rsidRDefault="008526B3" w:rsidP="00081B0A">
      <w:pPr>
        <w:spacing w:after="0" w:line="240" w:lineRule="auto"/>
      </w:pPr>
      <w:r>
        <w:separator/>
      </w:r>
    </w:p>
  </w:endnote>
  <w:endnote w:type="continuationSeparator" w:id="0">
    <w:p w:rsidR="008526B3" w:rsidRDefault="008526B3" w:rsidP="00081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6B3" w:rsidRDefault="008526B3">
    <w:pPr>
      <w:pStyle w:val="Footer"/>
      <w:jc w:val="right"/>
    </w:pPr>
    <w:fldSimple w:instr="PAGE   \* MERGEFORMAT">
      <w:r>
        <w:rPr>
          <w:noProof/>
        </w:rPr>
        <w:t>7</w:t>
      </w:r>
    </w:fldSimple>
  </w:p>
  <w:p w:rsidR="008526B3" w:rsidRDefault="008526B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6B3" w:rsidRDefault="008526B3" w:rsidP="00081B0A">
      <w:pPr>
        <w:spacing w:after="0" w:line="240" w:lineRule="auto"/>
      </w:pPr>
      <w:r>
        <w:separator/>
      </w:r>
    </w:p>
  </w:footnote>
  <w:footnote w:type="continuationSeparator" w:id="0">
    <w:p w:rsidR="008526B3" w:rsidRDefault="008526B3" w:rsidP="00081B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61751"/>
    <w:multiLevelType w:val="hybridMultilevel"/>
    <w:tmpl w:val="B0426E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0043F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B5D100A"/>
    <w:multiLevelType w:val="hybridMultilevel"/>
    <w:tmpl w:val="EA78C41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E003D4B"/>
    <w:multiLevelType w:val="hybridMultilevel"/>
    <w:tmpl w:val="38044A6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">
    <w:nsid w:val="108F7E06"/>
    <w:multiLevelType w:val="hybridMultilevel"/>
    <w:tmpl w:val="013CC94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13607239"/>
    <w:multiLevelType w:val="hybridMultilevel"/>
    <w:tmpl w:val="74F66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4B81A91"/>
    <w:multiLevelType w:val="hybridMultilevel"/>
    <w:tmpl w:val="B0FE868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16020FCB"/>
    <w:multiLevelType w:val="hybridMultilevel"/>
    <w:tmpl w:val="458A3F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9213DCD"/>
    <w:multiLevelType w:val="hybridMultilevel"/>
    <w:tmpl w:val="699869D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2DED2195"/>
    <w:multiLevelType w:val="hybridMultilevel"/>
    <w:tmpl w:val="1BFE2F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F463B55"/>
    <w:multiLevelType w:val="hybridMultilevel"/>
    <w:tmpl w:val="97FC322A"/>
    <w:lvl w:ilvl="0" w:tplc="C68222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4F96D48"/>
    <w:multiLevelType w:val="multilevel"/>
    <w:tmpl w:val="7EF8662E"/>
    <w:lvl w:ilvl="0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 w:hint="default"/>
        <w:b/>
      </w:rPr>
    </w:lvl>
  </w:abstractNum>
  <w:abstractNum w:abstractNumId="11">
    <w:nsid w:val="3FBC3D92"/>
    <w:multiLevelType w:val="hybridMultilevel"/>
    <w:tmpl w:val="7200C41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4FEF3DD3"/>
    <w:multiLevelType w:val="hybridMultilevel"/>
    <w:tmpl w:val="08701A1E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572604D9"/>
    <w:multiLevelType w:val="hybridMultilevel"/>
    <w:tmpl w:val="543AA7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9130845"/>
    <w:multiLevelType w:val="hybridMultilevel"/>
    <w:tmpl w:val="CB1A2C4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>
    <w:nsid w:val="6FED2B58"/>
    <w:multiLevelType w:val="hybridMultilevel"/>
    <w:tmpl w:val="0294212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>
    <w:nsid w:val="70327E7E"/>
    <w:multiLevelType w:val="hybridMultilevel"/>
    <w:tmpl w:val="DE446E3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71CE4C7B"/>
    <w:multiLevelType w:val="hybridMultilevel"/>
    <w:tmpl w:val="492A50B6"/>
    <w:lvl w:ilvl="0" w:tplc="28BAC410">
      <w:start w:val="3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C31476F"/>
    <w:multiLevelType w:val="hybridMultilevel"/>
    <w:tmpl w:val="7946DBC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13"/>
  </w:num>
  <w:num w:numId="5">
    <w:abstractNumId w:val="7"/>
  </w:num>
  <w:num w:numId="6">
    <w:abstractNumId w:val="14"/>
  </w:num>
  <w:num w:numId="7">
    <w:abstractNumId w:val="9"/>
  </w:num>
  <w:num w:numId="8">
    <w:abstractNumId w:val="1"/>
  </w:num>
  <w:num w:numId="9">
    <w:abstractNumId w:val="18"/>
  </w:num>
  <w:num w:numId="10">
    <w:abstractNumId w:val="4"/>
  </w:num>
  <w:num w:numId="11">
    <w:abstractNumId w:val="0"/>
  </w:num>
  <w:num w:numId="12">
    <w:abstractNumId w:val="6"/>
  </w:num>
  <w:num w:numId="13">
    <w:abstractNumId w:val="15"/>
  </w:num>
  <w:num w:numId="14">
    <w:abstractNumId w:val="3"/>
  </w:num>
  <w:num w:numId="15">
    <w:abstractNumId w:val="16"/>
  </w:num>
  <w:num w:numId="16">
    <w:abstractNumId w:val="11"/>
  </w:num>
  <w:num w:numId="17">
    <w:abstractNumId w:val="2"/>
  </w:num>
  <w:num w:numId="18">
    <w:abstractNumId w:val="12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1A3B"/>
    <w:rsid w:val="00041392"/>
    <w:rsid w:val="00056939"/>
    <w:rsid w:val="00081B0A"/>
    <w:rsid w:val="001501EF"/>
    <w:rsid w:val="00180F04"/>
    <w:rsid w:val="001B2FC6"/>
    <w:rsid w:val="001B658B"/>
    <w:rsid w:val="00226778"/>
    <w:rsid w:val="00312B4C"/>
    <w:rsid w:val="0033262F"/>
    <w:rsid w:val="00342702"/>
    <w:rsid w:val="00343AE6"/>
    <w:rsid w:val="00366B6E"/>
    <w:rsid w:val="003802AA"/>
    <w:rsid w:val="00386442"/>
    <w:rsid w:val="00396DBF"/>
    <w:rsid w:val="003B05F1"/>
    <w:rsid w:val="003B1F8F"/>
    <w:rsid w:val="00410432"/>
    <w:rsid w:val="0044105F"/>
    <w:rsid w:val="00443768"/>
    <w:rsid w:val="00503A75"/>
    <w:rsid w:val="00553E1A"/>
    <w:rsid w:val="00563427"/>
    <w:rsid w:val="00566DBB"/>
    <w:rsid w:val="005B7E97"/>
    <w:rsid w:val="005E47AF"/>
    <w:rsid w:val="006122E4"/>
    <w:rsid w:val="00612954"/>
    <w:rsid w:val="00631A3B"/>
    <w:rsid w:val="00693438"/>
    <w:rsid w:val="006A1EBE"/>
    <w:rsid w:val="006E0FE1"/>
    <w:rsid w:val="006E710E"/>
    <w:rsid w:val="00737EB1"/>
    <w:rsid w:val="0079783F"/>
    <w:rsid w:val="007C287E"/>
    <w:rsid w:val="008526B3"/>
    <w:rsid w:val="0089098F"/>
    <w:rsid w:val="00897AC3"/>
    <w:rsid w:val="008F4D49"/>
    <w:rsid w:val="00926302"/>
    <w:rsid w:val="0097126E"/>
    <w:rsid w:val="009760CA"/>
    <w:rsid w:val="009E0E2D"/>
    <w:rsid w:val="00A0434A"/>
    <w:rsid w:val="00A137C1"/>
    <w:rsid w:val="00A14F52"/>
    <w:rsid w:val="00A41B16"/>
    <w:rsid w:val="00A42CBE"/>
    <w:rsid w:val="00A94361"/>
    <w:rsid w:val="00AD2822"/>
    <w:rsid w:val="00AD5448"/>
    <w:rsid w:val="00B53571"/>
    <w:rsid w:val="00B55713"/>
    <w:rsid w:val="00B75046"/>
    <w:rsid w:val="00B919B3"/>
    <w:rsid w:val="00B9413A"/>
    <w:rsid w:val="00B95EF0"/>
    <w:rsid w:val="00BA3064"/>
    <w:rsid w:val="00BA41AF"/>
    <w:rsid w:val="00C32EB0"/>
    <w:rsid w:val="00C35137"/>
    <w:rsid w:val="00C84860"/>
    <w:rsid w:val="00C8560E"/>
    <w:rsid w:val="00D14945"/>
    <w:rsid w:val="00D1710E"/>
    <w:rsid w:val="00D32C9C"/>
    <w:rsid w:val="00D41370"/>
    <w:rsid w:val="00D66133"/>
    <w:rsid w:val="00DB608F"/>
    <w:rsid w:val="00DD54C0"/>
    <w:rsid w:val="00E31FDD"/>
    <w:rsid w:val="00EB638D"/>
    <w:rsid w:val="00EF53A0"/>
    <w:rsid w:val="00F137A9"/>
    <w:rsid w:val="00F169E5"/>
    <w:rsid w:val="00F4404D"/>
    <w:rsid w:val="00F71ECB"/>
    <w:rsid w:val="00F87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A3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31A3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C84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486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081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81B0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81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81B0A"/>
    <w:rPr>
      <w:rFonts w:cs="Times New Roman"/>
    </w:rPr>
  </w:style>
  <w:style w:type="table" w:styleId="TableGrid">
    <w:name w:val="Table Grid"/>
    <w:basedOn w:val="TableNormal"/>
    <w:uiPriority w:val="99"/>
    <w:rsid w:val="00897AC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6934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3">
    <w:name w:val="c13"/>
    <w:basedOn w:val="Normal"/>
    <w:uiPriority w:val="99"/>
    <w:rsid w:val="00B535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DefaultParagraphFont"/>
    <w:uiPriority w:val="99"/>
    <w:rsid w:val="00B53571"/>
    <w:rPr>
      <w:rFonts w:cs="Times New Roman"/>
    </w:rPr>
  </w:style>
  <w:style w:type="paragraph" w:customStyle="1" w:styleId="c15">
    <w:name w:val="c15"/>
    <w:basedOn w:val="Normal"/>
    <w:uiPriority w:val="99"/>
    <w:rsid w:val="00B535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0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381</TotalTime>
  <Pages>8</Pages>
  <Words>1652</Words>
  <Characters>9417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9</cp:revision>
  <dcterms:created xsi:type="dcterms:W3CDTF">2013-07-26T13:22:00Z</dcterms:created>
  <dcterms:modified xsi:type="dcterms:W3CDTF">2020-12-13T17:55:00Z</dcterms:modified>
</cp:coreProperties>
</file>